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694E4F" w14:textId="5ECBA228" w:rsidR="000771A9" w:rsidRDefault="000404C9" w:rsidP="000404C9">
      <w:pPr>
        <w:jc w:val="center"/>
        <w:rPr>
          <w:sz w:val="32"/>
          <w:szCs w:val="32"/>
        </w:rPr>
      </w:pPr>
      <w:bookmarkStart w:id="0" w:name="_GoBack"/>
      <w:bookmarkEnd w:id="0"/>
      <w:r w:rsidRPr="00A7346B">
        <w:rPr>
          <w:sz w:val="32"/>
          <w:szCs w:val="32"/>
        </w:rPr>
        <w:t>Progetto “PE4MOVE"</w:t>
      </w:r>
      <w:r w:rsidR="0060353D">
        <w:rPr>
          <w:sz w:val="32"/>
          <w:szCs w:val="32"/>
        </w:rPr>
        <w:t xml:space="preserve"> – </w:t>
      </w:r>
      <w:proofErr w:type="spellStart"/>
      <w:r w:rsidR="0060353D">
        <w:rPr>
          <w:sz w:val="32"/>
          <w:szCs w:val="32"/>
        </w:rPr>
        <w:t>aa.ss</w:t>
      </w:r>
      <w:proofErr w:type="spellEnd"/>
      <w:r w:rsidR="0060353D">
        <w:rPr>
          <w:sz w:val="32"/>
          <w:szCs w:val="32"/>
        </w:rPr>
        <w:t>. 2021</w:t>
      </w:r>
      <w:r w:rsidR="004E79E2">
        <w:rPr>
          <w:sz w:val="32"/>
          <w:szCs w:val="32"/>
        </w:rPr>
        <w:t>-22 e 2022-23</w:t>
      </w:r>
    </w:p>
    <w:p w14:paraId="5792EFC1" w14:textId="3B0494C2" w:rsidR="00A7346B" w:rsidRDefault="00A7346B" w:rsidP="000404C9">
      <w:pPr>
        <w:jc w:val="center"/>
        <w:rPr>
          <w:sz w:val="32"/>
          <w:szCs w:val="32"/>
        </w:rPr>
      </w:pPr>
    </w:p>
    <w:p w14:paraId="39CBA18E" w14:textId="726E9880" w:rsidR="00A7346B" w:rsidRPr="0002636F" w:rsidRDefault="004246F8" w:rsidP="000404C9">
      <w:pPr>
        <w:jc w:val="center"/>
        <w:rPr>
          <w:sz w:val="32"/>
          <w:szCs w:val="32"/>
        </w:rPr>
      </w:pPr>
      <w:r w:rsidRPr="0002636F">
        <w:rPr>
          <w:sz w:val="32"/>
          <w:szCs w:val="32"/>
        </w:rPr>
        <w:t>Modello adesione Scuole</w:t>
      </w:r>
    </w:p>
    <w:p w14:paraId="4CD7DE72" w14:textId="7D904EE5" w:rsidR="00E90F2D" w:rsidRPr="00F1620F" w:rsidRDefault="00E90F2D" w:rsidP="00E90F2D">
      <w:pPr>
        <w:jc w:val="center"/>
        <w:rPr>
          <w:szCs w:val="24"/>
        </w:rPr>
      </w:pPr>
      <w:r>
        <w:rPr>
          <w:szCs w:val="24"/>
        </w:rPr>
        <w:t xml:space="preserve">da inviare compilato e firmato entro il </w:t>
      </w:r>
      <w:r w:rsidR="0002636F">
        <w:rPr>
          <w:szCs w:val="24"/>
        </w:rPr>
        <w:t>22</w:t>
      </w:r>
      <w:r>
        <w:rPr>
          <w:szCs w:val="24"/>
        </w:rPr>
        <w:t xml:space="preserve"> Maggio 2021 a </w:t>
      </w:r>
      <w:hyperlink r:id="rId9" w:history="1">
        <w:r w:rsidR="000779E0" w:rsidRPr="008275BC">
          <w:rPr>
            <w:rStyle w:val="Collegamentoipertestuale"/>
            <w:szCs w:val="24"/>
          </w:rPr>
          <w:t>direzione-marche@istruzione.it</w:t>
        </w:r>
      </w:hyperlink>
      <w:r>
        <w:rPr>
          <w:szCs w:val="24"/>
        </w:rPr>
        <w:t xml:space="preserve"> </w:t>
      </w:r>
    </w:p>
    <w:p w14:paraId="1CC66124" w14:textId="01895FAC" w:rsidR="004246F8" w:rsidRDefault="004246F8" w:rsidP="000404C9">
      <w:pPr>
        <w:jc w:val="center"/>
        <w:rPr>
          <w:sz w:val="48"/>
          <w:szCs w:val="4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68"/>
        <w:gridCol w:w="7543"/>
      </w:tblGrid>
      <w:tr w:rsidR="004246F8" w:rsidRPr="004246F8" w14:paraId="166986BC" w14:textId="77777777" w:rsidTr="003F14E3">
        <w:tc>
          <w:tcPr>
            <w:tcW w:w="1668" w:type="dxa"/>
          </w:tcPr>
          <w:p w14:paraId="3F6EDDFE" w14:textId="230F3B9A" w:rsidR="004246F8" w:rsidRPr="004246F8" w:rsidRDefault="003F14E3" w:rsidP="000404C9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Den</w:t>
            </w:r>
            <w:proofErr w:type="spellEnd"/>
            <w:r>
              <w:rPr>
                <w:szCs w:val="24"/>
              </w:rPr>
              <w:t>. Istituto</w:t>
            </w:r>
          </w:p>
        </w:tc>
        <w:tc>
          <w:tcPr>
            <w:tcW w:w="7543" w:type="dxa"/>
          </w:tcPr>
          <w:p w14:paraId="1B47392F" w14:textId="77777777" w:rsidR="004246F8" w:rsidRPr="00915957" w:rsidRDefault="004246F8" w:rsidP="000404C9">
            <w:pPr>
              <w:jc w:val="center"/>
              <w:rPr>
                <w:sz w:val="44"/>
                <w:szCs w:val="44"/>
              </w:rPr>
            </w:pPr>
          </w:p>
        </w:tc>
      </w:tr>
      <w:tr w:rsidR="004246F8" w:rsidRPr="004246F8" w14:paraId="4E09D943" w14:textId="77777777" w:rsidTr="003F14E3">
        <w:tc>
          <w:tcPr>
            <w:tcW w:w="1668" w:type="dxa"/>
          </w:tcPr>
          <w:p w14:paraId="696298C9" w14:textId="47317E46" w:rsidR="004246F8" w:rsidRPr="004246F8" w:rsidRDefault="003F14E3" w:rsidP="000404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Sede</w:t>
            </w:r>
          </w:p>
        </w:tc>
        <w:tc>
          <w:tcPr>
            <w:tcW w:w="7543" w:type="dxa"/>
          </w:tcPr>
          <w:p w14:paraId="068C4398" w14:textId="77777777" w:rsidR="004246F8" w:rsidRPr="00915957" w:rsidRDefault="004246F8" w:rsidP="000404C9">
            <w:pPr>
              <w:jc w:val="center"/>
              <w:rPr>
                <w:sz w:val="44"/>
                <w:szCs w:val="44"/>
              </w:rPr>
            </w:pPr>
          </w:p>
        </w:tc>
      </w:tr>
      <w:tr w:rsidR="004246F8" w:rsidRPr="004246F8" w14:paraId="030308B6" w14:textId="77777777" w:rsidTr="003F14E3">
        <w:tc>
          <w:tcPr>
            <w:tcW w:w="1668" w:type="dxa"/>
          </w:tcPr>
          <w:p w14:paraId="6AE0BE46" w14:textId="005E0084" w:rsidR="004246F8" w:rsidRPr="004246F8" w:rsidRDefault="003F14E3" w:rsidP="000404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Mail </w:t>
            </w:r>
          </w:p>
        </w:tc>
        <w:tc>
          <w:tcPr>
            <w:tcW w:w="7543" w:type="dxa"/>
          </w:tcPr>
          <w:p w14:paraId="4AF06297" w14:textId="77777777" w:rsidR="004246F8" w:rsidRPr="00915957" w:rsidRDefault="004246F8" w:rsidP="000404C9">
            <w:pPr>
              <w:jc w:val="center"/>
              <w:rPr>
                <w:sz w:val="44"/>
                <w:szCs w:val="44"/>
              </w:rPr>
            </w:pPr>
          </w:p>
        </w:tc>
      </w:tr>
    </w:tbl>
    <w:p w14:paraId="0E2808CD" w14:textId="77777777" w:rsidR="004246F8" w:rsidRPr="004246F8" w:rsidRDefault="004246F8" w:rsidP="000404C9">
      <w:pPr>
        <w:jc w:val="center"/>
        <w:rPr>
          <w:sz w:val="48"/>
          <w:szCs w:val="48"/>
        </w:rPr>
      </w:pPr>
    </w:p>
    <w:p w14:paraId="52224A8F" w14:textId="56656648" w:rsidR="00A7346B" w:rsidRDefault="006510CB" w:rsidP="000404C9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Docenti </w:t>
      </w:r>
      <w:r w:rsidR="00706C20">
        <w:rPr>
          <w:sz w:val="36"/>
          <w:szCs w:val="36"/>
        </w:rPr>
        <w:t xml:space="preserve">di Scienze Motorie </w:t>
      </w:r>
      <w:r>
        <w:rPr>
          <w:sz w:val="36"/>
          <w:szCs w:val="36"/>
        </w:rPr>
        <w:t>titolari di cattedra coinvolti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47"/>
        <w:gridCol w:w="3306"/>
        <w:gridCol w:w="1217"/>
        <w:gridCol w:w="1217"/>
      </w:tblGrid>
      <w:tr w:rsidR="00944376" w:rsidRPr="006510CB" w14:paraId="74E7661F" w14:textId="77777777" w:rsidTr="00F56F9C">
        <w:tc>
          <w:tcPr>
            <w:tcW w:w="3547" w:type="dxa"/>
          </w:tcPr>
          <w:p w14:paraId="19127216" w14:textId="52999B4F" w:rsidR="00944376" w:rsidRPr="006510CB" w:rsidRDefault="00944376" w:rsidP="000404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Cognome e nome</w:t>
            </w:r>
          </w:p>
        </w:tc>
        <w:tc>
          <w:tcPr>
            <w:tcW w:w="3306" w:type="dxa"/>
          </w:tcPr>
          <w:p w14:paraId="73AF6AD0" w14:textId="66EDCF6E" w:rsidR="00944376" w:rsidRPr="006510CB" w:rsidRDefault="00944376" w:rsidP="000404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Indirizzo mail</w:t>
            </w:r>
          </w:p>
        </w:tc>
        <w:tc>
          <w:tcPr>
            <w:tcW w:w="1217" w:type="dxa"/>
          </w:tcPr>
          <w:p w14:paraId="76F995A5" w14:textId="6B318195" w:rsidR="00944376" w:rsidRPr="006510CB" w:rsidRDefault="00AB3BE9" w:rsidP="000404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Recapito telefonico</w:t>
            </w:r>
          </w:p>
        </w:tc>
        <w:tc>
          <w:tcPr>
            <w:tcW w:w="1217" w:type="dxa"/>
          </w:tcPr>
          <w:p w14:paraId="2BA1AFF0" w14:textId="34291D05" w:rsidR="00944376" w:rsidRPr="006510CB" w:rsidRDefault="00944376" w:rsidP="000404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Numero classi coinvolte (min. 3)</w:t>
            </w:r>
          </w:p>
        </w:tc>
      </w:tr>
      <w:tr w:rsidR="00AB3BE9" w:rsidRPr="006510CB" w14:paraId="6D030B65" w14:textId="77777777" w:rsidTr="00AB3BE9">
        <w:tc>
          <w:tcPr>
            <w:tcW w:w="3547" w:type="dxa"/>
          </w:tcPr>
          <w:p w14:paraId="6C45AE97" w14:textId="77777777" w:rsidR="00AB3BE9" w:rsidRPr="00915957" w:rsidRDefault="00AB3BE9" w:rsidP="000404C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306" w:type="dxa"/>
          </w:tcPr>
          <w:p w14:paraId="4847D675" w14:textId="77777777" w:rsidR="00AB3BE9" w:rsidRPr="00915957" w:rsidRDefault="00AB3BE9" w:rsidP="000404C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217" w:type="dxa"/>
          </w:tcPr>
          <w:p w14:paraId="5170B556" w14:textId="77777777" w:rsidR="00AB3BE9" w:rsidRPr="00915957" w:rsidRDefault="00AB3BE9" w:rsidP="000404C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217" w:type="dxa"/>
          </w:tcPr>
          <w:p w14:paraId="06FB2D3C" w14:textId="6B91BF9C" w:rsidR="00AB3BE9" w:rsidRPr="00915957" w:rsidRDefault="00AB3BE9" w:rsidP="000404C9">
            <w:pPr>
              <w:jc w:val="center"/>
              <w:rPr>
                <w:sz w:val="36"/>
                <w:szCs w:val="36"/>
              </w:rPr>
            </w:pPr>
          </w:p>
        </w:tc>
      </w:tr>
      <w:tr w:rsidR="00AB3BE9" w:rsidRPr="006510CB" w14:paraId="2664E446" w14:textId="77777777" w:rsidTr="00FE734E">
        <w:tc>
          <w:tcPr>
            <w:tcW w:w="3547" w:type="dxa"/>
          </w:tcPr>
          <w:p w14:paraId="28D90F2A" w14:textId="77777777" w:rsidR="00AB3BE9" w:rsidRPr="00915957" w:rsidRDefault="00AB3BE9" w:rsidP="000404C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306" w:type="dxa"/>
          </w:tcPr>
          <w:p w14:paraId="2A278045" w14:textId="77777777" w:rsidR="00AB3BE9" w:rsidRPr="00915957" w:rsidRDefault="00AB3BE9" w:rsidP="000404C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217" w:type="dxa"/>
          </w:tcPr>
          <w:p w14:paraId="5F6553D0" w14:textId="77777777" w:rsidR="00AB3BE9" w:rsidRPr="00915957" w:rsidRDefault="00AB3BE9" w:rsidP="000404C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217" w:type="dxa"/>
          </w:tcPr>
          <w:p w14:paraId="4870B1E1" w14:textId="4122640E" w:rsidR="00AB3BE9" w:rsidRPr="00915957" w:rsidRDefault="00AB3BE9" w:rsidP="000404C9">
            <w:pPr>
              <w:jc w:val="center"/>
              <w:rPr>
                <w:sz w:val="36"/>
                <w:szCs w:val="36"/>
              </w:rPr>
            </w:pPr>
          </w:p>
        </w:tc>
      </w:tr>
      <w:tr w:rsidR="00AB3BE9" w:rsidRPr="006510CB" w14:paraId="027B8193" w14:textId="77777777" w:rsidTr="00FF2D69">
        <w:tc>
          <w:tcPr>
            <w:tcW w:w="3547" w:type="dxa"/>
          </w:tcPr>
          <w:p w14:paraId="07961B9D" w14:textId="77777777" w:rsidR="00AB3BE9" w:rsidRPr="00915957" w:rsidRDefault="00AB3BE9" w:rsidP="000404C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306" w:type="dxa"/>
          </w:tcPr>
          <w:p w14:paraId="24AE02C5" w14:textId="77777777" w:rsidR="00AB3BE9" w:rsidRPr="00915957" w:rsidRDefault="00AB3BE9" w:rsidP="000404C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217" w:type="dxa"/>
          </w:tcPr>
          <w:p w14:paraId="1A63BCB4" w14:textId="77777777" w:rsidR="00AB3BE9" w:rsidRPr="00915957" w:rsidRDefault="00AB3BE9" w:rsidP="000404C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217" w:type="dxa"/>
          </w:tcPr>
          <w:p w14:paraId="42AD03E7" w14:textId="482A509F" w:rsidR="00AB3BE9" w:rsidRPr="00915957" w:rsidRDefault="00AB3BE9" w:rsidP="000404C9">
            <w:pPr>
              <w:jc w:val="center"/>
              <w:rPr>
                <w:sz w:val="36"/>
                <w:szCs w:val="36"/>
              </w:rPr>
            </w:pPr>
          </w:p>
        </w:tc>
      </w:tr>
      <w:tr w:rsidR="00AB3BE9" w:rsidRPr="006510CB" w14:paraId="0B593346" w14:textId="77777777" w:rsidTr="00192F39">
        <w:tc>
          <w:tcPr>
            <w:tcW w:w="3547" w:type="dxa"/>
          </w:tcPr>
          <w:p w14:paraId="26E017FA" w14:textId="77777777" w:rsidR="00AB3BE9" w:rsidRPr="00915957" w:rsidRDefault="00AB3BE9" w:rsidP="000404C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306" w:type="dxa"/>
          </w:tcPr>
          <w:p w14:paraId="7E048C56" w14:textId="77777777" w:rsidR="00AB3BE9" w:rsidRPr="00915957" w:rsidRDefault="00AB3BE9" w:rsidP="000404C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217" w:type="dxa"/>
          </w:tcPr>
          <w:p w14:paraId="69F546FA" w14:textId="77777777" w:rsidR="00AB3BE9" w:rsidRPr="00915957" w:rsidRDefault="00AB3BE9" w:rsidP="000404C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217" w:type="dxa"/>
          </w:tcPr>
          <w:p w14:paraId="0F88BA21" w14:textId="47D24D88" w:rsidR="00AB3BE9" w:rsidRPr="00915957" w:rsidRDefault="00AB3BE9" w:rsidP="000404C9">
            <w:pPr>
              <w:jc w:val="center"/>
              <w:rPr>
                <w:sz w:val="36"/>
                <w:szCs w:val="36"/>
              </w:rPr>
            </w:pPr>
          </w:p>
        </w:tc>
      </w:tr>
      <w:tr w:rsidR="00AB3BE9" w:rsidRPr="006510CB" w14:paraId="361276D8" w14:textId="77777777" w:rsidTr="00DF76ED">
        <w:tc>
          <w:tcPr>
            <w:tcW w:w="3547" w:type="dxa"/>
          </w:tcPr>
          <w:p w14:paraId="28AF3B0F" w14:textId="77777777" w:rsidR="00AB3BE9" w:rsidRPr="00915957" w:rsidRDefault="00AB3BE9" w:rsidP="000404C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306" w:type="dxa"/>
          </w:tcPr>
          <w:p w14:paraId="6579794D" w14:textId="77777777" w:rsidR="00AB3BE9" w:rsidRPr="00915957" w:rsidRDefault="00AB3BE9" w:rsidP="000404C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217" w:type="dxa"/>
          </w:tcPr>
          <w:p w14:paraId="04784F4F" w14:textId="77777777" w:rsidR="00AB3BE9" w:rsidRPr="00915957" w:rsidRDefault="00AB3BE9" w:rsidP="000404C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217" w:type="dxa"/>
          </w:tcPr>
          <w:p w14:paraId="002F6A6D" w14:textId="31CC44CE" w:rsidR="00AB3BE9" w:rsidRPr="00915957" w:rsidRDefault="00AB3BE9" w:rsidP="000404C9">
            <w:pPr>
              <w:jc w:val="center"/>
              <w:rPr>
                <w:sz w:val="36"/>
                <w:szCs w:val="36"/>
              </w:rPr>
            </w:pPr>
          </w:p>
        </w:tc>
      </w:tr>
    </w:tbl>
    <w:p w14:paraId="201B8164" w14:textId="5A3F89F5" w:rsidR="00BF1FF4" w:rsidRDefault="00BF1FF4" w:rsidP="000404C9">
      <w:pPr>
        <w:jc w:val="center"/>
        <w:rPr>
          <w:sz w:val="36"/>
          <w:szCs w:val="3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487"/>
        <w:gridCol w:w="1747"/>
        <w:gridCol w:w="1053"/>
      </w:tblGrid>
      <w:tr w:rsidR="00F845F9" w:rsidRPr="00706C20" w14:paraId="7E32346A" w14:textId="77777777" w:rsidTr="00F845F9">
        <w:tc>
          <w:tcPr>
            <w:tcW w:w="6487" w:type="dxa"/>
          </w:tcPr>
          <w:p w14:paraId="5347518D" w14:textId="5C977EE0" w:rsidR="00F845F9" w:rsidRPr="00706C20" w:rsidRDefault="00F845F9" w:rsidP="000404C9">
            <w:pPr>
              <w:jc w:val="center"/>
              <w:rPr>
                <w:sz w:val="18"/>
                <w:szCs w:val="18"/>
              </w:rPr>
            </w:pPr>
            <w:r>
              <w:rPr>
                <w:szCs w:val="24"/>
              </w:rPr>
              <w:t xml:space="preserve">L’istituto alla data attuale non ha docenti di Scienze Motorie titolari di cattedra o intende coinvolgere altri docenti; si riserva di comunicare, quando </w:t>
            </w:r>
            <w:r w:rsidR="00BF66BC">
              <w:rPr>
                <w:szCs w:val="24"/>
              </w:rPr>
              <w:t>assegnati, nominativi</w:t>
            </w:r>
            <w:r>
              <w:rPr>
                <w:szCs w:val="24"/>
              </w:rPr>
              <w:t xml:space="preserve"> e numero di classi coinvolte</w:t>
            </w:r>
          </w:p>
        </w:tc>
        <w:tc>
          <w:tcPr>
            <w:tcW w:w="1747" w:type="dxa"/>
          </w:tcPr>
          <w:p w14:paraId="5215A6BF" w14:textId="77777777" w:rsidR="00F845F9" w:rsidRPr="00706C20" w:rsidRDefault="00F845F9" w:rsidP="000404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Numero di docenti che si intende coinvolgere</w:t>
            </w:r>
          </w:p>
        </w:tc>
        <w:tc>
          <w:tcPr>
            <w:tcW w:w="1053" w:type="dxa"/>
          </w:tcPr>
          <w:p w14:paraId="77C4264B" w14:textId="77777777" w:rsidR="00F845F9" w:rsidRDefault="00F845F9" w:rsidP="000404C9">
            <w:pPr>
              <w:jc w:val="center"/>
              <w:rPr>
                <w:szCs w:val="24"/>
              </w:rPr>
            </w:pPr>
          </w:p>
          <w:p w14:paraId="3DF05933" w14:textId="77777777" w:rsidR="00854A6D" w:rsidRDefault="00854A6D" w:rsidP="000404C9">
            <w:pPr>
              <w:jc w:val="center"/>
              <w:rPr>
                <w:szCs w:val="24"/>
              </w:rPr>
            </w:pPr>
          </w:p>
          <w:p w14:paraId="74EE02DD" w14:textId="3647F179" w:rsidR="00854A6D" w:rsidRDefault="00854A6D" w:rsidP="000404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______</w:t>
            </w:r>
          </w:p>
          <w:p w14:paraId="72108103" w14:textId="6DA181C5" w:rsidR="00854A6D" w:rsidRPr="00706C20" w:rsidRDefault="00854A6D" w:rsidP="000404C9">
            <w:pPr>
              <w:jc w:val="center"/>
              <w:rPr>
                <w:szCs w:val="24"/>
              </w:rPr>
            </w:pPr>
          </w:p>
        </w:tc>
      </w:tr>
    </w:tbl>
    <w:p w14:paraId="529C516C" w14:textId="77777777" w:rsidR="00BF1FF4" w:rsidRDefault="00BF1FF4" w:rsidP="000404C9">
      <w:pPr>
        <w:jc w:val="center"/>
        <w:rPr>
          <w:sz w:val="36"/>
          <w:szCs w:val="36"/>
        </w:rPr>
      </w:pPr>
    </w:p>
    <w:p w14:paraId="77DCE8B7" w14:textId="33C6885B" w:rsidR="00915957" w:rsidRDefault="0060353D" w:rsidP="00915957">
      <w:pPr>
        <w:jc w:val="both"/>
        <w:rPr>
          <w:szCs w:val="24"/>
        </w:rPr>
      </w:pPr>
      <w:r>
        <w:rPr>
          <w:szCs w:val="24"/>
        </w:rPr>
        <w:t>Data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Il Dirigente Scolastico</w:t>
      </w:r>
    </w:p>
    <w:p w14:paraId="6269D9A8" w14:textId="062894EE" w:rsidR="0060353D" w:rsidRPr="0060353D" w:rsidRDefault="0060353D" w:rsidP="00915957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  (firma)</w:t>
      </w:r>
    </w:p>
    <w:sectPr w:rsidR="0060353D" w:rsidRPr="0060353D" w:rsidSect="00E038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1418" w:right="1418" w:bottom="1418" w:left="1418" w:header="539" w:footer="9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42AF96" w14:textId="77777777" w:rsidR="003D11A1" w:rsidRDefault="003D11A1">
      <w:r>
        <w:separator/>
      </w:r>
    </w:p>
  </w:endnote>
  <w:endnote w:type="continuationSeparator" w:id="0">
    <w:p w14:paraId="5EA78605" w14:textId="77777777" w:rsidR="003D11A1" w:rsidRDefault="003D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4A0518" w14:textId="77777777" w:rsidR="00CE1E23" w:rsidRDefault="00CE1E2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F9772" w14:textId="48B9D5F5" w:rsidR="000404C9" w:rsidRPr="000404C9" w:rsidRDefault="00CE1E23" w:rsidP="009B46A2">
    <w:pPr>
      <w:pStyle w:val="Default"/>
      <w:jc w:val="center"/>
      <w:rPr>
        <w:rFonts w:asciiTheme="minorHAnsi" w:hAnsiTheme="minorHAnsi"/>
        <w:iCs/>
        <w:color w:val="auto"/>
        <w:sz w:val="18"/>
        <w:szCs w:val="18"/>
      </w:rPr>
    </w:pPr>
    <w:r w:rsidRPr="00CE1E23">
      <w:rPr>
        <w:rFonts w:asciiTheme="minorHAnsi" w:hAnsiTheme="minorHAnsi"/>
        <w:iCs/>
        <w:color w:val="auto"/>
        <w:sz w:val="18"/>
        <w:szCs w:val="18"/>
      </w:rPr>
      <w:t>202105050837_Scheda_Adesione_Scuola_PE4MOVE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C25DB" w14:textId="77777777" w:rsidR="00CE1E23" w:rsidRDefault="00CE1E2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9B8BBA" w14:textId="77777777" w:rsidR="003D11A1" w:rsidRDefault="003D11A1">
      <w:r>
        <w:separator/>
      </w:r>
    </w:p>
  </w:footnote>
  <w:footnote w:type="continuationSeparator" w:id="0">
    <w:p w14:paraId="3489475A" w14:textId="77777777" w:rsidR="003D11A1" w:rsidRDefault="003D1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173981" w14:textId="77777777" w:rsidR="00CE1E23" w:rsidRDefault="00CE1E2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94EAD" w14:textId="77777777" w:rsidR="002E6CB5" w:rsidRDefault="002E6CB5" w:rsidP="001328E3">
    <w:pPr>
      <w:pStyle w:val="Intestazione"/>
      <w:spacing w:after="60"/>
      <w:jc w:val="center"/>
      <w:rPr>
        <w:rFonts w:ascii="Palace Script MT" w:hAnsi="Palace Script MT"/>
        <w:w w:val="66"/>
        <w:sz w:val="40"/>
        <w:szCs w:val="40"/>
      </w:rPr>
    </w:pPr>
  </w:p>
  <w:p w14:paraId="31694EAE" w14:textId="77777777" w:rsidR="002E6CB5" w:rsidRPr="006E4A3F" w:rsidRDefault="002E6CB5" w:rsidP="001328E3">
    <w:pPr>
      <w:pStyle w:val="Intestazione"/>
      <w:spacing w:after="60"/>
      <w:jc w:val="center"/>
      <w:rPr>
        <w:rFonts w:ascii="Palace Script MT" w:hAnsi="Palace Script MT"/>
        <w:w w:val="66"/>
        <w:sz w:val="16"/>
        <w:szCs w:val="16"/>
      </w:rPr>
    </w:pPr>
  </w:p>
  <w:p w14:paraId="31694EAF" w14:textId="2DACD10E" w:rsidR="002E6CB5" w:rsidRDefault="00C06AA3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noProof/>
      </w:rPr>
      <w:drawing>
        <wp:inline distT="0" distB="0" distL="0" distR="0" wp14:anchorId="59DCDD87" wp14:editId="092B5CE9">
          <wp:extent cx="495300" cy="561975"/>
          <wp:effectExtent l="0" t="0" r="0" b="9525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AC8A86" w14:textId="77777777" w:rsidR="001B0E33" w:rsidRPr="003D293D" w:rsidRDefault="001B0E33" w:rsidP="001B0E33">
    <w:pPr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14:paraId="264B34F0" w14:textId="77777777" w:rsidR="001B0E33" w:rsidRPr="003D293D" w:rsidRDefault="001B0E33" w:rsidP="001B0E33">
    <w:pPr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31694EB2" w14:textId="2E3A9136" w:rsidR="002E6CB5" w:rsidRPr="001446D9" w:rsidRDefault="001B0E33" w:rsidP="001B0E33">
    <w:pPr>
      <w:jc w:val="center"/>
      <w:rPr>
        <w:rFonts w:ascii="Monotype Corsiva" w:hAnsi="Monotype Corsiva" w:cs="Tahoma"/>
        <w:i/>
        <w:sz w:val="32"/>
        <w:szCs w:val="32"/>
      </w:rPr>
    </w:pPr>
    <w:r w:rsidRPr="007A6E4C">
      <w:rPr>
        <w:rFonts w:ascii="Arial" w:hAnsi="Arial" w:cs="Arial"/>
        <w:bCs/>
        <w:iCs/>
        <w:sz w:val="28"/>
        <w:szCs w:val="28"/>
      </w:rPr>
      <w:t>Direzione Generale</w:t>
    </w:r>
  </w:p>
  <w:p w14:paraId="31694EB3" w14:textId="77777777" w:rsidR="00787314" w:rsidRDefault="00787314" w:rsidP="008B4793">
    <w:pPr>
      <w:jc w:val="center"/>
      <w:rPr>
        <w:rFonts w:ascii="Century" w:hAnsi="Century"/>
        <w:szCs w:val="24"/>
      </w:rPr>
    </w:pPr>
  </w:p>
  <w:p w14:paraId="31694EB4" w14:textId="77777777" w:rsidR="008705EC" w:rsidRDefault="008705EC" w:rsidP="008B4793">
    <w:pPr>
      <w:jc w:val="center"/>
      <w:rPr>
        <w:rFonts w:ascii="Century" w:hAnsi="Century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8597B7" w14:textId="77777777" w:rsidR="00CE1E23" w:rsidRDefault="00CE1E2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22"/>
        <w:szCs w:val="22"/>
      </w:rPr>
    </w:lvl>
  </w:abstractNum>
  <w:abstractNum w:abstractNumId="2">
    <w:nsid w:val="06423F47"/>
    <w:multiLevelType w:val="hybridMultilevel"/>
    <w:tmpl w:val="C6CCFCE4"/>
    <w:lvl w:ilvl="0" w:tplc="4D2E31AA"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9FF78FA"/>
    <w:multiLevelType w:val="hybridMultilevel"/>
    <w:tmpl w:val="AE7C37A2"/>
    <w:lvl w:ilvl="0" w:tplc="6F9AF5A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482F5F"/>
    <w:multiLevelType w:val="multilevel"/>
    <w:tmpl w:val="0270B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43CE0B88"/>
    <w:multiLevelType w:val="hybridMultilevel"/>
    <w:tmpl w:val="7854C8CC"/>
    <w:lvl w:ilvl="0" w:tplc="155830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F21F4B"/>
    <w:multiLevelType w:val="hybridMultilevel"/>
    <w:tmpl w:val="6478DE26"/>
    <w:lvl w:ilvl="0" w:tplc="B5643B3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733137"/>
    <w:multiLevelType w:val="hybridMultilevel"/>
    <w:tmpl w:val="787A64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CD0077"/>
    <w:multiLevelType w:val="hybridMultilevel"/>
    <w:tmpl w:val="7B200E10"/>
    <w:lvl w:ilvl="0" w:tplc="CA2223AA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1996C3A"/>
    <w:multiLevelType w:val="hybridMultilevel"/>
    <w:tmpl w:val="86C4A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7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12"/>
  </w:num>
  <w:num w:numId="7">
    <w:abstractNumId w:val="6"/>
  </w:num>
  <w:num w:numId="8">
    <w:abstractNumId w:val="2"/>
  </w:num>
  <w:num w:numId="9">
    <w:abstractNumId w:val="10"/>
  </w:num>
  <w:num w:numId="10">
    <w:abstractNumId w:val="11"/>
  </w:num>
  <w:num w:numId="11">
    <w:abstractNumId w:val="4"/>
  </w:num>
  <w:num w:numId="12">
    <w:abstractNumId w:val="1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4FC"/>
    <w:rsid w:val="00012D3B"/>
    <w:rsid w:val="0002636F"/>
    <w:rsid w:val="00027FD2"/>
    <w:rsid w:val="000374DE"/>
    <w:rsid w:val="000404C9"/>
    <w:rsid w:val="000523D4"/>
    <w:rsid w:val="0007243A"/>
    <w:rsid w:val="0007506D"/>
    <w:rsid w:val="000771A9"/>
    <w:rsid w:val="000779E0"/>
    <w:rsid w:val="00083A2A"/>
    <w:rsid w:val="00094B74"/>
    <w:rsid w:val="00095A55"/>
    <w:rsid w:val="000A2056"/>
    <w:rsid w:val="000A3068"/>
    <w:rsid w:val="000A49BC"/>
    <w:rsid w:val="000B127C"/>
    <w:rsid w:val="000E3D89"/>
    <w:rsid w:val="000E7393"/>
    <w:rsid w:val="001169C1"/>
    <w:rsid w:val="001248BC"/>
    <w:rsid w:val="001328E3"/>
    <w:rsid w:val="00136AAF"/>
    <w:rsid w:val="001446D9"/>
    <w:rsid w:val="00147281"/>
    <w:rsid w:val="00147430"/>
    <w:rsid w:val="00155704"/>
    <w:rsid w:val="00161370"/>
    <w:rsid w:val="00165732"/>
    <w:rsid w:val="00172198"/>
    <w:rsid w:val="00174002"/>
    <w:rsid w:val="001A25C8"/>
    <w:rsid w:val="001B0E33"/>
    <w:rsid w:val="001C07AF"/>
    <w:rsid w:val="001C586C"/>
    <w:rsid w:val="001C5DE7"/>
    <w:rsid w:val="001E626C"/>
    <w:rsid w:val="001F2658"/>
    <w:rsid w:val="001F32D0"/>
    <w:rsid w:val="001F5563"/>
    <w:rsid w:val="00217C6B"/>
    <w:rsid w:val="00231053"/>
    <w:rsid w:val="00247B14"/>
    <w:rsid w:val="0025228B"/>
    <w:rsid w:val="00253924"/>
    <w:rsid w:val="0025544F"/>
    <w:rsid w:val="002612F0"/>
    <w:rsid w:val="00271EF1"/>
    <w:rsid w:val="002765B7"/>
    <w:rsid w:val="00276991"/>
    <w:rsid w:val="0029376E"/>
    <w:rsid w:val="00297E8C"/>
    <w:rsid w:val="002A2A80"/>
    <w:rsid w:val="002C6B28"/>
    <w:rsid w:val="002D1EC3"/>
    <w:rsid w:val="002D25ED"/>
    <w:rsid w:val="002D3D1A"/>
    <w:rsid w:val="002D6C10"/>
    <w:rsid w:val="002D6F63"/>
    <w:rsid w:val="002E25BB"/>
    <w:rsid w:val="002E3AB8"/>
    <w:rsid w:val="002E6CB5"/>
    <w:rsid w:val="002F39BA"/>
    <w:rsid w:val="002F3FA9"/>
    <w:rsid w:val="002F45C3"/>
    <w:rsid w:val="00301E66"/>
    <w:rsid w:val="00305E06"/>
    <w:rsid w:val="003112A4"/>
    <w:rsid w:val="00311C8C"/>
    <w:rsid w:val="0031288B"/>
    <w:rsid w:val="00316DA5"/>
    <w:rsid w:val="00323A43"/>
    <w:rsid w:val="00325D26"/>
    <w:rsid w:val="00326968"/>
    <w:rsid w:val="003307D6"/>
    <w:rsid w:val="00331ED8"/>
    <w:rsid w:val="00340F90"/>
    <w:rsid w:val="00356CC7"/>
    <w:rsid w:val="00377876"/>
    <w:rsid w:val="00386F5F"/>
    <w:rsid w:val="00396DCD"/>
    <w:rsid w:val="003A2189"/>
    <w:rsid w:val="003A37AB"/>
    <w:rsid w:val="003B2FF3"/>
    <w:rsid w:val="003B40C9"/>
    <w:rsid w:val="003B4C21"/>
    <w:rsid w:val="003B565F"/>
    <w:rsid w:val="003C6398"/>
    <w:rsid w:val="003C6D73"/>
    <w:rsid w:val="003D11A1"/>
    <w:rsid w:val="003D24F5"/>
    <w:rsid w:val="003E056E"/>
    <w:rsid w:val="003E4786"/>
    <w:rsid w:val="003E78B9"/>
    <w:rsid w:val="003F10D7"/>
    <w:rsid w:val="003F14E3"/>
    <w:rsid w:val="00404498"/>
    <w:rsid w:val="004246F8"/>
    <w:rsid w:val="00427F65"/>
    <w:rsid w:val="00430998"/>
    <w:rsid w:val="00451B49"/>
    <w:rsid w:val="00451D91"/>
    <w:rsid w:val="004549CD"/>
    <w:rsid w:val="00454BE6"/>
    <w:rsid w:val="00460674"/>
    <w:rsid w:val="00464E7F"/>
    <w:rsid w:val="00466EB8"/>
    <w:rsid w:val="00471619"/>
    <w:rsid w:val="0047283F"/>
    <w:rsid w:val="00473B86"/>
    <w:rsid w:val="004750BB"/>
    <w:rsid w:val="00487A29"/>
    <w:rsid w:val="004A71C7"/>
    <w:rsid w:val="004A746D"/>
    <w:rsid w:val="004C6082"/>
    <w:rsid w:val="004C62E6"/>
    <w:rsid w:val="004D1169"/>
    <w:rsid w:val="004D33CF"/>
    <w:rsid w:val="004E1663"/>
    <w:rsid w:val="004E79E2"/>
    <w:rsid w:val="004F1C8C"/>
    <w:rsid w:val="004F64BE"/>
    <w:rsid w:val="00502624"/>
    <w:rsid w:val="005173B6"/>
    <w:rsid w:val="00527754"/>
    <w:rsid w:val="00527FC3"/>
    <w:rsid w:val="00530CCC"/>
    <w:rsid w:val="005319E2"/>
    <w:rsid w:val="00534434"/>
    <w:rsid w:val="00544F9E"/>
    <w:rsid w:val="00545028"/>
    <w:rsid w:val="0056190E"/>
    <w:rsid w:val="00563788"/>
    <w:rsid w:val="00564353"/>
    <w:rsid w:val="00586341"/>
    <w:rsid w:val="00594A9B"/>
    <w:rsid w:val="005A0DDA"/>
    <w:rsid w:val="005A48C3"/>
    <w:rsid w:val="005B1070"/>
    <w:rsid w:val="005B1FBB"/>
    <w:rsid w:val="005B5C95"/>
    <w:rsid w:val="005C1EB6"/>
    <w:rsid w:val="005C265B"/>
    <w:rsid w:val="005C6BD5"/>
    <w:rsid w:val="005D0EF5"/>
    <w:rsid w:val="005D2360"/>
    <w:rsid w:val="005D2892"/>
    <w:rsid w:val="005E18AE"/>
    <w:rsid w:val="005E5F21"/>
    <w:rsid w:val="005E72F2"/>
    <w:rsid w:val="005E74B7"/>
    <w:rsid w:val="005F4EBE"/>
    <w:rsid w:val="005F61BA"/>
    <w:rsid w:val="0060353D"/>
    <w:rsid w:val="0062214C"/>
    <w:rsid w:val="0062748B"/>
    <w:rsid w:val="0065038F"/>
    <w:rsid w:val="0065048F"/>
    <w:rsid w:val="006510CB"/>
    <w:rsid w:val="00655834"/>
    <w:rsid w:val="00657E0F"/>
    <w:rsid w:val="0066103C"/>
    <w:rsid w:val="0066114A"/>
    <w:rsid w:val="00673FDF"/>
    <w:rsid w:val="00675E9C"/>
    <w:rsid w:val="00686718"/>
    <w:rsid w:val="00691506"/>
    <w:rsid w:val="006A2BB1"/>
    <w:rsid w:val="006A4A96"/>
    <w:rsid w:val="006A550F"/>
    <w:rsid w:val="006A592D"/>
    <w:rsid w:val="006A64FB"/>
    <w:rsid w:val="006B206B"/>
    <w:rsid w:val="006B34B4"/>
    <w:rsid w:val="006B690F"/>
    <w:rsid w:val="006D0723"/>
    <w:rsid w:val="006D43B8"/>
    <w:rsid w:val="006D4660"/>
    <w:rsid w:val="006E4A3F"/>
    <w:rsid w:val="00703CAB"/>
    <w:rsid w:val="00706C20"/>
    <w:rsid w:val="0071728C"/>
    <w:rsid w:val="0072036C"/>
    <w:rsid w:val="00721F00"/>
    <w:rsid w:val="007228EE"/>
    <w:rsid w:val="00725996"/>
    <w:rsid w:val="00726119"/>
    <w:rsid w:val="00730FBE"/>
    <w:rsid w:val="0073332F"/>
    <w:rsid w:val="0073795F"/>
    <w:rsid w:val="007451E9"/>
    <w:rsid w:val="007614A9"/>
    <w:rsid w:val="00764A9C"/>
    <w:rsid w:val="00776C0F"/>
    <w:rsid w:val="00777C59"/>
    <w:rsid w:val="007806BD"/>
    <w:rsid w:val="00787314"/>
    <w:rsid w:val="007A66AC"/>
    <w:rsid w:val="007A7860"/>
    <w:rsid w:val="007B50E1"/>
    <w:rsid w:val="007C4604"/>
    <w:rsid w:val="007E7A78"/>
    <w:rsid w:val="007E7F12"/>
    <w:rsid w:val="007F14A0"/>
    <w:rsid w:val="007F320D"/>
    <w:rsid w:val="00805F59"/>
    <w:rsid w:val="00820087"/>
    <w:rsid w:val="00820730"/>
    <w:rsid w:val="00821A9C"/>
    <w:rsid w:val="008231F4"/>
    <w:rsid w:val="00826C5C"/>
    <w:rsid w:val="00831A5E"/>
    <w:rsid w:val="008326DC"/>
    <w:rsid w:val="00837F6E"/>
    <w:rsid w:val="008413AE"/>
    <w:rsid w:val="00854A6D"/>
    <w:rsid w:val="00856D0E"/>
    <w:rsid w:val="008675BA"/>
    <w:rsid w:val="008705EC"/>
    <w:rsid w:val="00893C8E"/>
    <w:rsid w:val="008A3D06"/>
    <w:rsid w:val="008A63D0"/>
    <w:rsid w:val="008B4793"/>
    <w:rsid w:val="008C5CA0"/>
    <w:rsid w:val="008C7017"/>
    <w:rsid w:val="008C756F"/>
    <w:rsid w:val="008D0498"/>
    <w:rsid w:val="008D5A28"/>
    <w:rsid w:val="008E615D"/>
    <w:rsid w:val="0090655E"/>
    <w:rsid w:val="0091139E"/>
    <w:rsid w:val="00911C62"/>
    <w:rsid w:val="00915957"/>
    <w:rsid w:val="00920C2D"/>
    <w:rsid w:val="00934894"/>
    <w:rsid w:val="00943EFA"/>
    <w:rsid w:val="00944376"/>
    <w:rsid w:val="00945134"/>
    <w:rsid w:val="00952391"/>
    <w:rsid w:val="00952D8C"/>
    <w:rsid w:val="009533AA"/>
    <w:rsid w:val="00957E6E"/>
    <w:rsid w:val="00961A07"/>
    <w:rsid w:val="00966FED"/>
    <w:rsid w:val="00990D6F"/>
    <w:rsid w:val="00995801"/>
    <w:rsid w:val="009A270E"/>
    <w:rsid w:val="009A5CFE"/>
    <w:rsid w:val="009B1BDE"/>
    <w:rsid w:val="009B2E1B"/>
    <w:rsid w:val="009B46A2"/>
    <w:rsid w:val="009B5E2A"/>
    <w:rsid w:val="009C4538"/>
    <w:rsid w:val="009C499A"/>
    <w:rsid w:val="009D39D9"/>
    <w:rsid w:val="009E2913"/>
    <w:rsid w:val="009E4301"/>
    <w:rsid w:val="009F470A"/>
    <w:rsid w:val="009F5BF6"/>
    <w:rsid w:val="00A04BD0"/>
    <w:rsid w:val="00A06871"/>
    <w:rsid w:val="00A06A97"/>
    <w:rsid w:val="00A22900"/>
    <w:rsid w:val="00A25362"/>
    <w:rsid w:val="00A267CE"/>
    <w:rsid w:val="00A43077"/>
    <w:rsid w:val="00A43D45"/>
    <w:rsid w:val="00A54174"/>
    <w:rsid w:val="00A5740C"/>
    <w:rsid w:val="00A61F41"/>
    <w:rsid w:val="00A6736E"/>
    <w:rsid w:val="00A704D5"/>
    <w:rsid w:val="00A70F1D"/>
    <w:rsid w:val="00A7346B"/>
    <w:rsid w:val="00A93669"/>
    <w:rsid w:val="00A97201"/>
    <w:rsid w:val="00AA1C14"/>
    <w:rsid w:val="00AA45D2"/>
    <w:rsid w:val="00AA5C0C"/>
    <w:rsid w:val="00AA7A72"/>
    <w:rsid w:val="00AB07CC"/>
    <w:rsid w:val="00AB1C78"/>
    <w:rsid w:val="00AB3283"/>
    <w:rsid w:val="00AB3BE9"/>
    <w:rsid w:val="00AB58DE"/>
    <w:rsid w:val="00AC55E1"/>
    <w:rsid w:val="00AC63AB"/>
    <w:rsid w:val="00AD3EB7"/>
    <w:rsid w:val="00AD68E3"/>
    <w:rsid w:val="00AD71B2"/>
    <w:rsid w:val="00AE3FAE"/>
    <w:rsid w:val="00AF16E7"/>
    <w:rsid w:val="00AF1AAE"/>
    <w:rsid w:val="00AF4155"/>
    <w:rsid w:val="00B10013"/>
    <w:rsid w:val="00B166DC"/>
    <w:rsid w:val="00B21D60"/>
    <w:rsid w:val="00B22640"/>
    <w:rsid w:val="00B23A09"/>
    <w:rsid w:val="00B3364F"/>
    <w:rsid w:val="00B3455D"/>
    <w:rsid w:val="00B34736"/>
    <w:rsid w:val="00B44612"/>
    <w:rsid w:val="00B44E32"/>
    <w:rsid w:val="00B44FEF"/>
    <w:rsid w:val="00B555E9"/>
    <w:rsid w:val="00B6317A"/>
    <w:rsid w:val="00B63A3E"/>
    <w:rsid w:val="00B75A50"/>
    <w:rsid w:val="00B76699"/>
    <w:rsid w:val="00B87521"/>
    <w:rsid w:val="00B9297F"/>
    <w:rsid w:val="00B93E46"/>
    <w:rsid w:val="00BA4C0A"/>
    <w:rsid w:val="00BA67F4"/>
    <w:rsid w:val="00BB3F92"/>
    <w:rsid w:val="00BC7939"/>
    <w:rsid w:val="00BE614E"/>
    <w:rsid w:val="00BF1FF4"/>
    <w:rsid w:val="00BF5C70"/>
    <w:rsid w:val="00BF66BC"/>
    <w:rsid w:val="00C001F9"/>
    <w:rsid w:val="00C00BB8"/>
    <w:rsid w:val="00C06AA3"/>
    <w:rsid w:val="00C1432D"/>
    <w:rsid w:val="00C1798D"/>
    <w:rsid w:val="00C309CD"/>
    <w:rsid w:val="00C33FB9"/>
    <w:rsid w:val="00C344FC"/>
    <w:rsid w:val="00C3595D"/>
    <w:rsid w:val="00C53192"/>
    <w:rsid w:val="00C66C50"/>
    <w:rsid w:val="00C75433"/>
    <w:rsid w:val="00C83861"/>
    <w:rsid w:val="00C8431A"/>
    <w:rsid w:val="00CA327B"/>
    <w:rsid w:val="00CB29E6"/>
    <w:rsid w:val="00CB55F4"/>
    <w:rsid w:val="00CB700F"/>
    <w:rsid w:val="00CC0799"/>
    <w:rsid w:val="00CC3989"/>
    <w:rsid w:val="00CD0F7B"/>
    <w:rsid w:val="00CD34C4"/>
    <w:rsid w:val="00CD3ED5"/>
    <w:rsid w:val="00CE1E23"/>
    <w:rsid w:val="00CE67B7"/>
    <w:rsid w:val="00CE794C"/>
    <w:rsid w:val="00CF0BB6"/>
    <w:rsid w:val="00D12FF3"/>
    <w:rsid w:val="00D256A6"/>
    <w:rsid w:val="00D27FF4"/>
    <w:rsid w:val="00D31CBB"/>
    <w:rsid w:val="00D361C6"/>
    <w:rsid w:val="00D43D40"/>
    <w:rsid w:val="00D44E36"/>
    <w:rsid w:val="00D61B0C"/>
    <w:rsid w:val="00D70B9C"/>
    <w:rsid w:val="00D876A3"/>
    <w:rsid w:val="00DD1DAC"/>
    <w:rsid w:val="00DE7920"/>
    <w:rsid w:val="00DF5567"/>
    <w:rsid w:val="00E034D6"/>
    <w:rsid w:val="00E0383D"/>
    <w:rsid w:val="00E066B1"/>
    <w:rsid w:val="00E069C0"/>
    <w:rsid w:val="00E37755"/>
    <w:rsid w:val="00E420AD"/>
    <w:rsid w:val="00E42106"/>
    <w:rsid w:val="00E4664B"/>
    <w:rsid w:val="00E46A63"/>
    <w:rsid w:val="00E5269A"/>
    <w:rsid w:val="00E54B9D"/>
    <w:rsid w:val="00E564F6"/>
    <w:rsid w:val="00E634CE"/>
    <w:rsid w:val="00E855E0"/>
    <w:rsid w:val="00E90F2D"/>
    <w:rsid w:val="00E9516D"/>
    <w:rsid w:val="00EA10BB"/>
    <w:rsid w:val="00EA57EA"/>
    <w:rsid w:val="00EB4746"/>
    <w:rsid w:val="00EC33EA"/>
    <w:rsid w:val="00ED642D"/>
    <w:rsid w:val="00EE6228"/>
    <w:rsid w:val="00EE7AC4"/>
    <w:rsid w:val="00EE7F39"/>
    <w:rsid w:val="00EF51B5"/>
    <w:rsid w:val="00EF6CB0"/>
    <w:rsid w:val="00F01E79"/>
    <w:rsid w:val="00F0464E"/>
    <w:rsid w:val="00F05E98"/>
    <w:rsid w:val="00F13A5A"/>
    <w:rsid w:val="00F2397D"/>
    <w:rsid w:val="00F279F1"/>
    <w:rsid w:val="00F3126A"/>
    <w:rsid w:val="00F31D9F"/>
    <w:rsid w:val="00F351D9"/>
    <w:rsid w:val="00F356E9"/>
    <w:rsid w:val="00F56F9C"/>
    <w:rsid w:val="00F62295"/>
    <w:rsid w:val="00F658DB"/>
    <w:rsid w:val="00F70D7B"/>
    <w:rsid w:val="00F715AD"/>
    <w:rsid w:val="00F81D49"/>
    <w:rsid w:val="00F845F9"/>
    <w:rsid w:val="00F90DB3"/>
    <w:rsid w:val="00F91894"/>
    <w:rsid w:val="00FC2D9E"/>
    <w:rsid w:val="00FC46A5"/>
    <w:rsid w:val="00FC7A31"/>
    <w:rsid w:val="00FD1C2E"/>
    <w:rsid w:val="00FD7DBE"/>
    <w:rsid w:val="00FE10AD"/>
    <w:rsid w:val="00FE61DB"/>
    <w:rsid w:val="00FE72A1"/>
    <w:rsid w:val="00FF2938"/>
    <w:rsid w:val="00FF6C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694D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3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21F00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4155"/>
    <w:rPr>
      <w:color w:val="605E5C"/>
      <w:shd w:val="clear" w:color="auto" w:fill="E1DFDD"/>
    </w:rPr>
  </w:style>
  <w:style w:type="table" w:customStyle="1" w:styleId="Grigliatabella11">
    <w:name w:val="Griglia tabella11"/>
    <w:basedOn w:val="Tabellanormale"/>
    <w:next w:val="Grigliatabella"/>
    <w:uiPriority w:val="59"/>
    <w:rsid w:val="003128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2198"/>
    <w:rPr>
      <w:sz w:val="24"/>
    </w:rPr>
  </w:style>
  <w:style w:type="character" w:styleId="Collegamentovisitato">
    <w:name w:val="FollowedHyperlink"/>
    <w:basedOn w:val="Carpredefinitoparagrafo"/>
    <w:semiHidden/>
    <w:unhideWhenUsed/>
    <w:rsid w:val="00276991"/>
    <w:rPr>
      <w:color w:val="800080" w:themeColor="followedHyperlink"/>
      <w:u w:val="single"/>
    </w:rPr>
  </w:style>
  <w:style w:type="paragraph" w:customStyle="1" w:styleId="Default">
    <w:name w:val="Default"/>
    <w:rsid w:val="009B46A2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2611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3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21F00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4155"/>
    <w:rPr>
      <w:color w:val="605E5C"/>
      <w:shd w:val="clear" w:color="auto" w:fill="E1DFDD"/>
    </w:rPr>
  </w:style>
  <w:style w:type="table" w:customStyle="1" w:styleId="Grigliatabella11">
    <w:name w:val="Griglia tabella11"/>
    <w:basedOn w:val="Tabellanormale"/>
    <w:next w:val="Grigliatabella"/>
    <w:uiPriority w:val="59"/>
    <w:rsid w:val="003128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2198"/>
    <w:rPr>
      <w:sz w:val="24"/>
    </w:rPr>
  </w:style>
  <w:style w:type="character" w:styleId="Collegamentovisitato">
    <w:name w:val="FollowedHyperlink"/>
    <w:basedOn w:val="Carpredefinitoparagrafo"/>
    <w:semiHidden/>
    <w:unhideWhenUsed/>
    <w:rsid w:val="00276991"/>
    <w:rPr>
      <w:color w:val="800080" w:themeColor="followedHyperlink"/>
      <w:u w:val="single"/>
    </w:rPr>
  </w:style>
  <w:style w:type="paragraph" w:customStyle="1" w:styleId="Default">
    <w:name w:val="Default"/>
    <w:rsid w:val="009B46A2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261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7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irezione-marche@istruzione.it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0121\Desktop\risposta%20uff-VMODELLO%20US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F768E-16EB-4459-9AB3-A385B08DD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risposta uff-VMODELLO USR</Template>
  <TotalTime>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743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3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Michelangela</dc:creator>
  <cp:lastModifiedBy>Filisetti Marco Ugo</cp:lastModifiedBy>
  <cp:revision>2</cp:revision>
  <cp:lastPrinted>2016-02-02T14:18:00Z</cp:lastPrinted>
  <dcterms:created xsi:type="dcterms:W3CDTF">2021-05-05T21:10:00Z</dcterms:created>
  <dcterms:modified xsi:type="dcterms:W3CDTF">2021-05-05T21:10:00Z</dcterms:modified>
</cp:coreProperties>
</file>